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6657E-6791-465C-8E25-C023BEF25E5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